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E599" w:themeColor="accent4" w:themeTint="66"/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78"/>
        <w:gridCol w:w="7377"/>
      </w:tblGrid>
      <w:tr w:rsidR="00894128" w14:paraId="5BF7AEBC" w14:textId="77777777" w:rsidTr="00183611">
        <w:tc>
          <w:tcPr>
            <w:tcW w:w="1978" w:type="dxa"/>
          </w:tcPr>
          <w:p w14:paraId="43737BE8" w14:textId="77777777" w:rsidR="00894128" w:rsidRPr="00894128" w:rsidRDefault="00894128">
            <w:pPr>
              <w:rPr>
                <w:b/>
                <w:color w:val="FF0000"/>
              </w:rPr>
            </w:pPr>
            <w:r w:rsidRPr="00894128">
              <w:rPr>
                <w:b/>
                <w:color w:val="FF0000"/>
              </w:rPr>
              <w:t>Insert the following in the second column</w:t>
            </w:r>
          </w:p>
        </w:tc>
        <w:tc>
          <w:tcPr>
            <w:tcW w:w="7377" w:type="dxa"/>
          </w:tcPr>
          <w:p w14:paraId="406550A4" w14:textId="4BF7854A" w:rsidR="00894128" w:rsidRPr="00405611" w:rsidRDefault="00405611" w:rsidP="004056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05611">
              <w:rPr>
                <w:b/>
                <w:color w:val="1F4E79" w:themeColor="accent1" w:themeShade="80"/>
                <w:sz w:val="28"/>
                <w:szCs w:val="28"/>
              </w:rPr>
              <w:t>MICROSOFT WORD</w:t>
            </w:r>
          </w:p>
        </w:tc>
      </w:tr>
      <w:tr w:rsidR="00894128" w14:paraId="708BFB75" w14:textId="77777777" w:rsidTr="00183611">
        <w:tc>
          <w:tcPr>
            <w:tcW w:w="1978" w:type="dxa"/>
          </w:tcPr>
          <w:p w14:paraId="47F74859" w14:textId="77777777" w:rsidR="00894128" w:rsidRDefault="00894128">
            <w:r w:rsidRPr="007C74E5">
              <w:rPr>
                <w:b/>
              </w:rPr>
              <w:t>Home</w:t>
            </w:r>
            <w:r>
              <w:t>: Text/Font</w:t>
            </w:r>
          </w:p>
          <w:p w14:paraId="749F674E" w14:textId="77777777" w:rsidR="00894128" w:rsidRDefault="00894128">
            <w:r>
              <w:t>Your First and Last name</w:t>
            </w:r>
          </w:p>
          <w:p w14:paraId="224B0789" w14:textId="7AA50A92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Centered; Bold</w:t>
            </w:r>
          </w:p>
        </w:tc>
        <w:tc>
          <w:tcPr>
            <w:tcW w:w="7377" w:type="dxa"/>
          </w:tcPr>
          <w:p w14:paraId="336CD156" w14:textId="77777777" w:rsidR="00894128" w:rsidRDefault="00894128"/>
          <w:p w14:paraId="694EEF28" w14:textId="77777777" w:rsidR="00894128" w:rsidRDefault="00894128"/>
          <w:p w14:paraId="1439B0EB" w14:textId="250CEB49" w:rsidR="00894128" w:rsidRPr="00BE59A7" w:rsidRDefault="00BE59A7" w:rsidP="00BE59A7">
            <w:pPr>
              <w:jc w:val="center"/>
              <w:rPr>
                <w:b/>
              </w:rPr>
            </w:pPr>
            <w:r w:rsidRPr="00BE59A7">
              <w:rPr>
                <w:b/>
              </w:rPr>
              <w:t>Mikayla Miller</w:t>
            </w:r>
          </w:p>
        </w:tc>
      </w:tr>
      <w:tr w:rsidR="00894128" w14:paraId="109E744A" w14:textId="77777777" w:rsidTr="00183611">
        <w:tc>
          <w:tcPr>
            <w:tcW w:w="1978" w:type="dxa"/>
          </w:tcPr>
          <w:p w14:paraId="453AB190" w14:textId="5431B0EF" w:rsidR="00894128" w:rsidRDefault="00894128">
            <w:r w:rsidRPr="007C74E5">
              <w:rPr>
                <w:b/>
              </w:rPr>
              <w:t>Home</w:t>
            </w:r>
            <w:r>
              <w:t xml:space="preserve">: </w:t>
            </w:r>
          </w:p>
          <w:p w14:paraId="77BAB71A" w14:textId="77777777" w:rsidR="00894128" w:rsidRDefault="00894128">
            <w:r>
              <w:t>University of Sioux Falls</w:t>
            </w:r>
          </w:p>
          <w:p w14:paraId="510F5FD3" w14:textId="26A717EB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  <w:r w:rsidR="001207EB" w:rsidRPr="001207EB">
              <w:rPr>
                <w:b/>
                <w:color w:val="538135" w:themeColor="accent6" w:themeShade="BF"/>
              </w:rPr>
              <w:t>, Colored Text; Bold,</w:t>
            </w:r>
          </w:p>
        </w:tc>
        <w:tc>
          <w:tcPr>
            <w:tcW w:w="7377" w:type="dxa"/>
          </w:tcPr>
          <w:p w14:paraId="55DBF366" w14:textId="77777777" w:rsidR="00894128" w:rsidRDefault="00894128"/>
          <w:p w14:paraId="2C9BBF3D" w14:textId="7BAB08FC" w:rsidR="00894128" w:rsidRPr="00BE59A7" w:rsidRDefault="00BE59A7" w:rsidP="00BE59A7">
            <w:pPr>
              <w:jc w:val="center"/>
              <w:rPr>
                <w:b/>
                <w:color w:val="FF0000"/>
              </w:rPr>
            </w:pPr>
            <w:r w:rsidRPr="00BE59A7">
              <w:rPr>
                <w:b/>
                <w:color w:val="FF0000"/>
              </w:rPr>
              <w:t>University of Sioux Falls</w:t>
            </w:r>
          </w:p>
          <w:p w14:paraId="6E045695" w14:textId="77777777" w:rsidR="00894128" w:rsidRDefault="00894128"/>
        </w:tc>
      </w:tr>
      <w:tr w:rsidR="00894128" w14:paraId="4CAE265D" w14:textId="77777777" w:rsidTr="00183611">
        <w:tc>
          <w:tcPr>
            <w:tcW w:w="1978" w:type="dxa"/>
          </w:tcPr>
          <w:p w14:paraId="29DFF973" w14:textId="42B86002" w:rsidR="00894128" w:rsidRDefault="00894128">
            <w:r w:rsidRPr="007C74E5">
              <w:rPr>
                <w:b/>
              </w:rPr>
              <w:t>Insert</w:t>
            </w:r>
            <w:r>
              <w:t>: Insert Picture</w:t>
            </w:r>
            <w:r w:rsidR="001207EB">
              <w:t xml:space="preserve"> from file</w:t>
            </w:r>
          </w:p>
          <w:p w14:paraId="10717DF5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6CF9D6ED" w14:textId="6EE54520" w:rsidR="00894128" w:rsidRDefault="00BE59A7" w:rsidP="00BE59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99CA8B" wp14:editId="65FD0406">
                  <wp:extent cx="2657475" cy="1714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B72168" w14:textId="77777777" w:rsidR="00894128" w:rsidRDefault="00894128"/>
          <w:p w14:paraId="57896E6B" w14:textId="72E8E3C2" w:rsidR="00894128" w:rsidRDefault="00894128" w:rsidP="00BE59A7">
            <w:pPr>
              <w:jc w:val="center"/>
            </w:pPr>
          </w:p>
          <w:p w14:paraId="4E5DDE54" w14:textId="77777777" w:rsidR="00894128" w:rsidRDefault="00894128"/>
        </w:tc>
      </w:tr>
      <w:tr w:rsidR="00894128" w14:paraId="24EA103D" w14:textId="77777777" w:rsidTr="00183611">
        <w:tc>
          <w:tcPr>
            <w:tcW w:w="1978" w:type="dxa"/>
          </w:tcPr>
          <w:p w14:paraId="5002A4F6" w14:textId="77777777" w:rsidR="00894128" w:rsidRDefault="00894128">
            <w:r w:rsidRPr="007C74E5">
              <w:rPr>
                <w:b/>
              </w:rPr>
              <w:t>Insert</w:t>
            </w:r>
            <w:r>
              <w:t>: Insert Online Picture</w:t>
            </w:r>
          </w:p>
          <w:p w14:paraId="107F4FC8" w14:textId="77777777" w:rsidR="00894128" w:rsidRDefault="00894128"/>
          <w:p w14:paraId="7F245A09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309EF5D2" w14:textId="77777777" w:rsidR="00894128" w:rsidRDefault="00894128"/>
          <w:p w14:paraId="5D493827" w14:textId="1CF38FCB" w:rsidR="00894128" w:rsidRDefault="00894128" w:rsidP="00406650">
            <w:pPr>
              <w:jc w:val="center"/>
            </w:pPr>
          </w:p>
          <w:p w14:paraId="5CFC1937" w14:textId="37641733" w:rsidR="00894128" w:rsidRDefault="00BE59A7" w:rsidP="00BE59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DACB95" wp14:editId="05C0D49F">
                  <wp:extent cx="2950845" cy="1967230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tlanta_Zoo_Panda[1]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4044" cy="196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04625" w14:textId="32CF3453" w:rsidR="00894128" w:rsidRDefault="00894128"/>
        </w:tc>
      </w:tr>
      <w:tr w:rsidR="00894128" w14:paraId="6D16784E" w14:textId="77777777" w:rsidTr="00183611">
        <w:tc>
          <w:tcPr>
            <w:tcW w:w="1978" w:type="dxa"/>
          </w:tcPr>
          <w:p w14:paraId="427DBEDD" w14:textId="77777777" w:rsidR="00894128" w:rsidRDefault="00894128">
            <w:r w:rsidRPr="007C74E5">
              <w:rPr>
                <w:b/>
              </w:rPr>
              <w:t>Insert</w:t>
            </w:r>
            <w:r>
              <w:t xml:space="preserve">: Shapes </w:t>
            </w:r>
            <w:r w:rsidRPr="001207EB">
              <w:rPr>
                <w:b/>
                <w:color w:val="538135" w:themeColor="accent6" w:themeShade="BF"/>
              </w:rPr>
              <w:t>(2)</w:t>
            </w:r>
          </w:p>
        </w:tc>
        <w:tc>
          <w:tcPr>
            <w:tcW w:w="7377" w:type="dxa"/>
          </w:tcPr>
          <w:p w14:paraId="6D1001CB" w14:textId="7F766BF4" w:rsidR="00894128" w:rsidRDefault="00BE59A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186234" wp14:editId="788122FA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68580</wp:posOffset>
                      </wp:positionV>
                      <wp:extent cx="1209675" cy="533400"/>
                      <wp:effectExtent l="38100" t="19050" r="66675" b="38100"/>
                      <wp:wrapNone/>
                      <wp:docPr id="4" name="Lightning Bol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33400"/>
                              </a:xfrm>
                              <a:prstGeom prst="lightningBol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7C7DBF"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Lightning Bolt 4" o:spid="_x0000_s1026" type="#_x0000_t73" style="position:absolute;margin-left:155.7pt;margin-top:5.4pt;width:95.2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" fillcolor="#5b9bd5 [3204]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36A151" wp14:editId="4FCBE174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-7620</wp:posOffset>
                      </wp:positionV>
                      <wp:extent cx="800100" cy="647700"/>
                      <wp:effectExtent l="19050" t="19050" r="38100" b="19050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6477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AE1AE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8.45pt;margin-top:-.6pt;width:63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" fillcolor="#5b9bd5 [3204]" strokecolor="#1f4d78 [1604]" strokeweight="1pt"/>
                  </w:pict>
                </mc:Fallback>
              </mc:AlternateContent>
            </w:r>
          </w:p>
          <w:p w14:paraId="1A21BCF6" w14:textId="572FCA3B" w:rsidR="00894128" w:rsidRDefault="00894128"/>
          <w:p w14:paraId="1B5AF8B8" w14:textId="77777777" w:rsidR="00894128" w:rsidRDefault="00894128" w:rsidP="00894128">
            <w:pPr>
              <w:jc w:val="center"/>
            </w:pPr>
          </w:p>
          <w:p w14:paraId="0C046C09" w14:textId="77777777" w:rsidR="00894128" w:rsidRDefault="00894128"/>
        </w:tc>
      </w:tr>
      <w:tr w:rsidR="00894128" w14:paraId="644A973E" w14:textId="77777777" w:rsidTr="00183611">
        <w:tc>
          <w:tcPr>
            <w:tcW w:w="1978" w:type="dxa"/>
          </w:tcPr>
          <w:p w14:paraId="1212422C" w14:textId="6E370403" w:rsidR="00894128" w:rsidRDefault="00894128">
            <w:r w:rsidRPr="007C74E5">
              <w:rPr>
                <w:b/>
              </w:rPr>
              <w:t>Insert</w:t>
            </w:r>
            <w:r>
              <w:t>: Chart</w:t>
            </w:r>
            <w:r w:rsidR="00E3632C">
              <w:br/>
            </w:r>
          </w:p>
          <w:p w14:paraId="2F3243F2" w14:textId="36656FE2" w:rsidR="00E3632C" w:rsidRDefault="00E3632C">
            <w:pPr>
              <w:rPr>
                <w:b/>
              </w:rPr>
            </w:pPr>
            <w:r w:rsidRPr="00E3632C">
              <w:rPr>
                <w:b/>
              </w:rPr>
              <w:t>Ice Cream</w:t>
            </w:r>
          </w:p>
          <w:p w14:paraId="6C820A30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Chocolate 8</w:t>
            </w:r>
          </w:p>
          <w:p w14:paraId="53CDD284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Vanilla 7</w:t>
            </w:r>
          </w:p>
          <w:p w14:paraId="3CEB9848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Strawberry 5</w:t>
            </w:r>
          </w:p>
          <w:p w14:paraId="1E98750E" w14:textId="04DEB0F3" w:rsidR="00E3632C" w:rsidRPr="00E3632C" w:rsidRDefault="00E3632C">
            <w:pPr>
              <w:rPr>
                <w:b/>
              </w:rPr>
            </w:pPr>
            <w:r>
              <w:rPr>
                <w:b/>
              </w:rPr>
              <w:t>Cherry 3</w:t>
            </w:r>
          </w:p>
          <w:p w14:paraId="618152F2" w14:textId="77777777" w:rsidR="00894128" w:rsidRDefault="00894128"/>
          <w:p w14:paraId="3957FA43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7F28A8D7" w14:textId="77777777" w:rsidR="00894128" w:rsidRDefault="00894128"/>
          <w:p w14:paraId="55E22B67" w14:textId="3E1CEA20" w:rsidR="00894128" w:rsidRDefault="00894128" w:rsidP="00406650">
            <w:pPr>
              <w:jc w:val="center"/>
            </w:pPr>
          </w:p>
          <w:p w14:paraId="60A7EC74" w14:textId="77777777" w:rsidR="00894128" w:rsidRDefault="00894128"/>
          <w:p w14:paraId="2526F668" w14:textId="4793F2A7" w:rsidR="00894128" w:rsidRDefault="00BE59A7" w:rsidP="00BE59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D0D4ED" wp14:editId="17C087F1">
                  <wp:extent cx="4267200" cy="2200275"/>
                  <wp:effectExtent l="0" t="0" r="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894128" w14:paraId="70DD2844" w14:textId="77777777" w:rsidTr="00183611">
        <w:tc>
          <w:tcPr>
            <w:tcW w:w="1978" w:type="dxa"/>
          </w:tcPr>
          <w:p w14:paraId="1C9914DF" w14:textId="59C3E38A" w:rsidR="00894128" w:rsidRDefault="00894128">
            <w:r w:rsidRPr="007C74E5">
              <w:rPr>
                <w:b/>
              </w:rPr>
              <w:t>Insert</w:t>
            </w:r>
            <w:r>
              <w:t>: Screenshot</w:t>
            </w:r>
            <w:r w:rsidR="00041343">
              <w:t xml:space="preserve"> of a web page</w:t>
            </w:r>
          </w:p>
          <w:p w14:paraId="4AFCFEF9" w14:textId="710F3E8F" w:rsidR="00041343" w:rsidRPr="00041343" w:rsidRDefault="00041343">
            <w:pPr>
              <w:rPr>
                <w:color w:val="FF0000"/>
              </w:rPr>
            </w:pPr>
            <w:proofErr w:type="spellStart"/>
            <w:r w:rsidRPr="00041343">
              <w:rPr>
                <w:color w:val="FF0000"/>
              </w:rPr>
              <w:t>PrtScr</w:t>
            </w:r>
            <w:proofErr w:type="spellEnd"/>
          </w:p>
          <w:p w14:paraId="37C25F57" w14:textId="77777777" w:rsidR="00894128" w:rsidRDefault="00894128"/>
          <w:p w14:paraId="36D06C84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74DFCA9C" w14:textId="77777777" w:rsidR="00894128" w:rsidRDefault="00894128"/>
          <w:p w14:paraId="486CA786" w14:textId="291E117A" w:rsidR="00894128" w:rsidRDefault="00BE59A7" w:rsidP="00BE59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914A5E" wp14:editId="02B27DDB">
                  <wp:extent cx="3343275" cy="1880592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670" cy="188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63AC67" w14:textId="764E9D59" w:rsidR="00894128" w:rsidRDefault="00894128" w:rsidP="00EC201C">
            <w:pPr>
              <w:jc w:val="center"/>
            </w:pPr>
          </w:p>
          <w:p w14:paraId="09D9B467" w14:textId="77777777" w:rsidR="00894128" w:rsidRDefault="00894128"/>
        </w:tc>
      </w:tr>
      <w:tr w:rsidR="00894128" w14:paraId="01DD10F7" w14:textId="77777777" w:rsidTr="00183611">
        <w:tc>
          <w:tcPr>
            <w:tcW w:w="1978" w:type="dxa"/>
          </w:tcPr>
          <w:p w14:paraId="02108A71" w14:textId="34E354C6" w:rsidR="00894128" w:rsidRDefault="00894128">
            <w:r w:rsidRPr="007C74E5">
              <w:rPr>
                <w:b/>
              </w:rPr>
              <w:t>Insert</w:t>
            </w:r>
            <w:r>
              <w:t>: Online Video</w:t>
            </w:r>
          </w:p>
          <w:p w14:paraId="4F9BB6E4" w14:textId="77777777" w:rsidR="00894128" w:rsidRDefault="00894128"/>
          <w:p w14:paraId="59DA3705" w14:textId="77777777" w:rsidR="00041343" w:rsidRDefault="00894128">
            <w:pPr>
              <w:rPr>
                <w:b/>
                <w:color w:val="538135" w:themeColor="accent6" w:themeShade="BF"/>
              </w:rPr>
            </w:pPr>
            <w:proofErr w:type="spellStart"/>
            <w:r w:rsidRPr="001207EB">
              <w:rPr>
                <w:b/>
                <w:color w:val="538135" w:themeColor="accent6" w:themeShade="BF"/>
              </w:rPr>
              <w:t>Textwrap</w:t>
            </w:r>
            <w:proofErr w:type="spellEnd"/>
            <w:r w:rsidRPr="001207EB">
              <w:rPr>
                <w:b/>
                <w:color w:val="538135" w:themeColor="accent6" w:themeShade="BF"/>
              </w:rPr>
              <w:t xml:space="preserve">: </w:t>
            </w:r>
          </w:p>
          <w:p w14:paraId="23C41842" w14:textId="6E37BAFD" w:rsidR="00894128" w:rsidRDefault="00041343">
            <w:pPr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t>Through</w:t>
            </w:r>
          </w:p>
          <w:p w14:paraId="6B0D5F43" w14:textId="6175D9F9" w:rsidR="00041343" w:rsidRPr="001207EB" w:rsidRDefault="00041343">
            <w:pPr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t>3</w:t>
            </w:r>
            <w:r w:rsidRPr="00041343">
              <w:rPr>
                <w:b/>
                <w:color w:val="538135" w:themeColor="accent6" w:themeShade="BF"/>
                <w:vertAlign w:val="superscript"/>
              </w:rPr>
              <w:t>rd</w:t>
            </w:r>
            <w:r>
              <w:rPr>
                <w:b/>
                <w:color w:val="538135" w:themeColor="accent6" w:themeShade="BF"/>
              </w:rPr>
              <w:t xml:space="preserve"> one</w:t>
            </w:r>
          </w:p>
          <w:p w14:paraId="1037FDA2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</w:p>
          <w:p w14:paraId="6F5E9D8E" w14:textId="4F09F130" w:rsidR="00894128" w:rsidRDefault="00894128"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1BCF3D4F" w14:textId="77777777" w:rsidR="00894128" w:rsidRDefault="00894128"/>
          <w:p w14:paraId="786FC8C0" w14:textId="16188112" w:rsidR="00894128" w:rsidRDefault="00BE59A7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0C1DD90" wp14:editId="7F5C9389">
                  <wp:simplePos x="0" y="0"/>
                  <wp:positionH relativeFrom="column">
                    <wp:posOffset>862965</wp:posOffset>
                  </wp:positionH>
                  <wp:positionV relativeFrom="paragraph">
                    <wp:posOffset>31750</wp:posOffset>
                  </wp:positionV>
                  <wp:extent cx="2486025" cy="1864519"/>
                  <wp:effectExtent l="0" t="0" r="0" b="2540"/>
                  <wp:wrapThrough wrapText="bothSides">
                    <wp:wrapPolygon edited="0">
                      <wp:start x="0" y="0"/>
                      <wp:lineTo x="0" y="21409"/>
                      <wp:lineTo x="21352" y="21409"/>
                      <wp:lineTo x="21352" y="0"/>
                      <wp:lineTo x="0" y="0"/>
                    </wp:wrapPolygon>
                  </wp:wrapThrough>
                  <wp:docPr id="7" name="Video 7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C809E66F-F1BF-436E-b5F7-EEA9579F0CBA}">
                                <wp15:webVideoPr xmlns:wp15="http://schemas.microsoft.com/office/word/2012/wordprocessingDrawing" embeddedHtml="&lt;iframe id=&quot;ytplayer&quot; src=&quot;https://www.youtube.com/embed/DLzxrzFCyOs&quot; frameborder=&quot;0&quot; type=&quot;text/html&quot; width=&quot;816&quot; height=&quot;480&quot; /&gt;" h="480" w="8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1864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37571C5" w14:textId="23412AED" w:rsidR="00894128" w:rsidRDefault="00894128"/>
          <w:p w14:paraId="7B9A94DD" w14:textId="77777777" w:rsidR="00894128" w:rsidRDefault="00894128"/>
        </w:tc>
      </w:tr>
      <w:tr w:rsidR="00894128" w14:paraId="2BA128F6" w14:textId="77777777" w:rsidTr="00183611">
        <w:tc>
          <w:tcPr>
            <w:tcW w:w="1978" w:type="dxa"/>
          </w:tcPr>
          <w:p w14:paraId="18E08CD4" w14:textId="77777777" w:rsidR="00894128" w:rsidRDefault="00894128">
            <w:r w:rsidRPr="007C74E5">
              <w:rPr>
                <w:b/>
              </w:rPr>
              <w:lastRenderedPageBreak/>
              <w:t>Insert</w:t>
            </w:r>
            <w:r>
              <w:t>: Hyperlink – any link</w:t>
            </w:r>
          </w:p>
          <w:p w14:paraId="7987643A" w14:textId="77777777" w:rsidR="00894128" w:rsidRDefault="00894128"/>
          <w:p w14:paraId="5A1CF34A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Bold; 14pt</w:t>
            </w:r>
          </w:p>
        </w:tc>
        <w:tc>
          <w:tcPr>
            <w:tcW w:w="7377" w:type="dxa"/>
          </w:tcPr>
          <w:p w14:paraId="23AE3F37" w14:textId="77777777" w:rsidR="00894128" w:rsidRDefault="00894128"/>
          <w:p w14:paraId="6EBBF8F2" w14:textId="77777777" w:rsidR="00894128" w:rsidRDefault="00894128"/>
          <w:p w14:paraId="07672E92" w14:textId="331CB686" w:rsidR="00894128" w:rsidRPr="00183611" w:rsidRDefault="00BE59A7" w:rsidP="00405611">
            <w:pPr>
              <w:jc w:val="center"/>
              <w:rPr>
                <w:b/>
                <w:sz w:val="28"/>
                <w:szCs w:val="28"/>
              </w:rPr>
            </w:pPr>
            <w:r w:rsidRPr="00183611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B7FAEE" wp14:editId="5D113F5D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363855</wp:posOffset>
                      </wp:positionV>
                      <wp:extent cx="1828800" cy="182880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50EC37E" w14:textId="148EEF14" w:rsidR="00BE59A7" w:rsidRPr="00BE59A7" w:rsidRDefault="00BE59A7" w:rsidP="00BE59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262626" w:themeColor="text1" w:themeTint="D9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262626" w:themeColor="text1" w:themeTint="D9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USF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1B7FA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138.75pt;margin-top:28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" filled="f" stroked="f">
                      <v:fill o:detectmouseclick="t"/>
                      <v:textbox style="mso-fit-shape-to-text:t">
                        <w:txbxContent>
                          <w:p w14:paraId="150EC37E" w14:textId="148EEF14" w:rsidR="00BE59A7" w:rsidRPr="00BE59A7" w:rsidRDefault="00BE59A7" w:rsidP="00BE59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USF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hyperlink r:id="rId13" w:history="1">
              <w:r w:rsidRPr="00183611">
                <w:rPr>
                  <w:rStyle w:val="Hyperlink"/>
                  <w:b/>
                  <w:sz w:val="28"/>
                  <w:szCs w:val="28"/>
                </w:rPr>
                <w:t>Jack the Ripper Letter</w:t>
              </w:r>
            </w:hyperlink>
          </w:p>
        </w:tc>
      </w:tr>
      <w:tr w:rsidR="00894128" w14:paraId="68AEB255" w14:textId="77777777" w:rsidTr="00183611">
        <w:tc>
          <w:tcPr>
            <w:tcW w:w="1978" w:type="dxa"/>
          </w:tcPr>
          <w:p w14:paraId="60AD3A42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  <w:r w:rsidRPr="007C74E5">
              <w:rPr>
                <w:b/>
              </w:rPr>
              <w:t>Insert</w:t>
            </w:r>
            <w:r>
              <w:t xml:space="preserve">: Word Art: </w:t>
            </w:r>
            <w:r w:rsidRPr="001207EB">
              <w:rPr>
                <w:b/>
                <w:color w:val="538135" w:themeColor="accent6" w:themeShade="BF"/>
              </w:rPr>
              <w:t>Type USF</w:t>
            </w:r>
          </w:p>
          <w:p w14:paraId="70A0EE75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</w:p>
          <w:p w14:paraId="68E901B4" w14:textId="77777777" w:rsidR="00894128" w:rsidRDefault="00894128"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4DF33254" w14:textId="247F94FB" w:rsidR="00894128" w:rsidRDefault="00894128"/>
          <w:p w14:paraId="05DE957D" w14:textId="7927CC03" w:rsidR="00894128" w:rsidRDefault="00894128"/>
          <w:p w14:paraId="47198F23" w14:textId="4CCE132C" w:rsidR="00894128" w:rsidRDefault="00894128"/>
          <w:p w14:paraId="3A950A6E" w14:textId="08070270" w:rsidR="00894128" w:rsidRDefault="00894128"/>
        </w:tc>
      </w:tr>
      <w:tr w:rsidR="00894128" w14:paraId="6C7AC910" w14:textId="77777777" w:rsidTr="00183611">
        <w:tc>
          <w:tcPr>
            <w:tcW w:w="1978" w:type="dxa"/>
          </w:tcPr>
          <w:p w14:paraId="10FC5819" w14:textId="77777777" w:rsidR="00894128" w:rsidRDefault="00894128">
            <w:r w:rsidRPr="007C74E5">
              <w:rPr>
                <w:b/>
              </w:rPr>
              <w:t>Insert</w:t>
            </w:r>
            <w:r>
              <w:t>: Date and Time</w:t>
            </w:r>
          </w:p>
          <w:p w14:paraId="3BCC7C2B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  <w:p w14:paraId="2EC4433B" w14:textId="77777777" w:rsidR="00894128" w:rsidRDefault="00894128">
            <w:r w:rsidRPr="001207EB">
              <w:rPr>
                <w:b/>
                <w:color w:val="538135" w:themeColor="accent6" w:themeShade="BF"/>
              </w:rPr>
              <w:t xml:space="preserve">Bold; 14 </w:t>
            </w:r>
            <w:proofErr w:type="spellStart"/>
            <w:r w:rsidRPr="001207EB">
              <w:rPr>
                <w:b/>
                <w:color w:val="538135" w:themeColor="accent6" w:themeShade="BF"/>
              </w:rPr>
              <w:t>pt</w:t>
            </w:r>
            <w:proofErr w:type="spellEnd"/>
          </w:p>
        </w:tc>
        <w:tc>
          <w:tcPr>
            <w:tcW w:w="7377" w:type="dxa"/>
          </w:tcPr>
          <w:p w14:paraId="3A53FE75" w14:textId="77777777" w:rsidR="00894128" w:rsidRDefault="00894128">
            <w:bookmarkStart w:id="0" w:name="_GoBack"/>
            <w:bookmarkEnd w:id="0"/>
          </w:p>
          <w:p w14:paraId="44BD8070" w14:textId="77777777" w:rsidR="00894128" w:rsidRPr="00183611" w:rsidRDefault="00183611" w:rsidP="00405611">
            <w:pPr>
              <w:jc w:val="center"/>
              <w:rPr>
                <w:b/>
                <w:sz w:val="28"/>
                <w:szCs w:val="28"/>
              </w:rPr>
            </w:pPr>
            <w:r w:rsidRPr="00183611">
              <w:rPr>
                <w:b/>
                <w:sz w:val="28"/>
                <w:szCs w:val="28"/>
              </w:rPr>
              <w:t>March 1</w:t>
            </w:r>
            <w:r w:rsidRPr="00183611">
              <w:rPr>
                <w:b/>
                <w:sz w:val="28"/>
                <w:szCs w:val="28"/>
                <w:vertAlign w:val="superscript"/>
              </w:rPr>
              <w:t>st</w:t>
            </w:r>
            <w:r w:rsidRPr="00183611">
              <w:rPr>
                <w:b/>
                <w:sz w:val="28"/>
                <w:szCs w:val="28"/>
              </w:rPr>
              <w:t>, 2018</w:t>
            </w:r>
          </w:p>
          <w:p w14:paraId="481C8A28" w14:textId="65529412" w:rsidR="00183611" w:rsidRDefault="00183611" w:rsidP="00405611">
            <w:pPr>
              <w:jc w:val="center"/>
            </w:pPr>
            <w:r w:rsidRPr="00183611">
              <w:rPr>
                <w:b/>
                <w:sz w:val="28"/>
                <w:szCs w:val="28"/>
              </w:rPr>
              <w:t>1:28 p.m.</w:t>
            </w:r>
          </w:p>
        </w:tc>
      </w:tr>
      <w:tr w:rsidR="00894128" w14:paraId="77D7419C" w14:textId="77777777" w:rsidTr="00183611">
        <w:tc>
          <w:tcPr>
            <w:tcW w:w="1978" w:type="dxa"/>
          </w:tcPr>
          <w:p w14:paraId="3D8062D9" w14:textId="34F51E08" w:rsidR="00894128" w:rsidRDefault="00894128">
            <w:r w:rsidRPr="00CA5298">
              <w:rPr>
                <w:b/>
              </w:rPr>
              <w:t>Insert:</w:t>
            </w:r>
            <w:r>
              <w:t xml:space="preserve"> Put a header on this page: </w:t>
            </w:r>
            <w:r w:rsidRPr="001207EB">
              <w:rPr>
                <w:b/>
                <w:color w:val="538135" w:themeColor="accent6" w:themeShade="BF"/>
              </w:rPr>
              <w:t>Microsoft Word 2013.</w:t>
            </w:r>
          </w:p>
        </w:tc>
        <w:tc>
          <w:tcPr>
            <w:tcW w:w="7377" w:type="dxa"/>
          </w:tcPr>
          <w:p w14:paraId="015CF860" w14:textId="15177542" w:rsidR="00894128" w:rsidRPr="00894128" w:rsidRDefault="00894128" w:rsidP="00CA5298">
            <w:pPr>
              <w:jc w:val="center"/>
              <w:rPr>
                <w:b/>
              </w:rPr>
            </w:pPr>
          </w:p>
        </w:tc>
      </w:tr>
      <w:tr w:rsidR="00894128" w14:paraId="66CAAE17" w14:textId="77777777" w:rsidTr="00183611">
        <w:tc>
          <w:tcPr>
            <w:tcW w:w="1978" w:type="dxa"/>
          </w:tcPr>
          <w:p w14:paraId="17FCF5DC" w14:textId="77777777" w:rsidR="00894128" w:rsidRDefault="00894128">
            <w:r w:rsidRPr="00041343">
              <w:rPr>
                <w:b/>
                <w:color w:val="FF0000"/>
              </w:rPr>
              <w:t>Design</w:t>
            </w:r>
            <w:r>
              <w:t xml:space="preserve">: Page Color – </w:t>
            </w:r>
            <w:r w:rsidRPr="001207EB">
              <w:rPr>
                <w:b/>
                <w:color w:val="538135" w:themeColor="accent6" w:themeShade="BF"/>
              </w:rPr>
              <w:t>make it a light color</w:t>
            </w:r>
          </w:p>
        </w:tc>
        <w:tc>
          <w:tcPr>
            <w:tcW w:w="7377" w:type="dxa"/>
          </w:tcPr>
          <w:p w14:paraId="5E70B9E2" w14:textId="3FFA1F59" w:rsidR="00894128" w:rsidRPr="00894128" w:rsidRDefault="00894128" w:rsidP="00CA52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94128" w14:paraId="4F24D42E" w14:textId="77777777" w:rsidTr="00183611">
        <w:tc>
          <w:tcPr>
            <w:tcW w:w="1978" w:type="dxa"/>
          </w:tcPr>
          <w:p w14:paraId="08858665" w14:textId="77777777" w:rsidR="00894128" w:rsidRDefault="00894128">
            <w:r w:rsidRPr="00041343">
              <w:rPr>
                <w:b/>
                <w:color w:val="FF0000"/>
              </w:rPr>
              <w:t>Design</w:t>
            </w:r>
            <w:r w:rsidRPr="00CA5298">
              <w:rPr>
                <w:b/>
              </w:rPr>
              <w:t>:</w:t>
            </w:r>
            <w:r>
              <w:t xml:space="preserve"> Border – </w:t>
            </w:r>
            <w:r w:rsidRPr="001207EB">
              <w:rPr>
                <w:b/>
                <w:color w:val="538135" w:themeColor="accent6" w:themeShade="BF"/>
              </w:rPr>
              <w:t>put a border on this page</w:t>
            </w:r>
          </w:p>
        </w:tc>
        <w:tc>
          <w:tcPr>
            <w:tcW w:w="7377" w:type="dxa"/>
          </w:tcPr>
          <w:p w14:paraId="05818299" w14:textId="79915FE9" w:rsidR="00894128" w:rsidRPr="00894128" w:rsidRDefault="00894128" w:rsidP="00CA529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2ECD80E" w14:textId="77777777" w:rsidR="00EC201C" w:rsidRDefault="00EC201C"/>
    <w:sectPr w:rsidR="00EC201C" w:rsidSect="00183611">
      <w:headerReference w:type="default" r:id="rId14"/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73B24" w14:textId="77777777" w:rsidR="00BE59A7" w:rsidRDefault="00BE59A7" w:rsidP="00CA5298">
      <w:pPr>
        <w:spacing w:after="0" w:line="240" w:lineRule="auto"/>
      </w:pPr>
      <w:r>
        <w:separator/>
      </w:r>
    </w:p>
  </w:endnote>
  <w:endnote w:type="continuationSeparator" w:id="0">
    <w:p w14:paraId="4A35206C" w14:textId="77777777" w:rsidR="00BE59A7" w:rsidRDefault="00BE59A7" w:rsidP="00CA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05AB9" w14:textId="77777777" w:rsidR="00BE59A7" w:rsidRDefault="00BE59A7" w:rsidP="00CA5298">
      <w:pPr>
        <w:spacing w:after="0" w:line="240" w:lineRule="auto"/>
      </w:pPr>
      <w:r>
        <w:separator/>
      </w:r>
    </w:p>
  </w:footnote>
  <w:footnote w:type="continuationSeparator" w:id="0">
    <w:p w14:paraId="7DDEFC05" w14:textId="77777777" w:rsidR="00BE59A7" w:rsidRDefault="00BE59A7" w:rsidP="00CA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A3F70" w14:textId="289578C3" w:rsidR="00183611" w:rsidRDefault="00183611">
    <w:pPr>
      <w:pStyle w:val="Header"/>
    </w:pPr>
    <w:r>
      <w:ptab w:relativeTo="margin" w:alignment="center" w:leader="none"/>
    </w:r>
    <w:r>
      <w:t>Microsoft Word 2013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2289">
      <o:colormenu v:ext="edit" fillcolor="none [130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E5"/>
    <w:rsid w:val="00041343"/>
    <w:rsid w:val="001207EB"/>
    <w:rsid w:val="00142056"/>
    <w:rsid w:val="00183611"/>
    <w:rsid w:val="00405611"/>
    <w:rsid w:val="00406650"/>
    <w:rsid w:val="00552638"/>
    <w:rsid w:val="00571F96"/>
    <w:rsid w:val="005C6D35"/>
    <w:rsid w:val="007C74E5"/>
    <w:rsid w:val="00894128"/>
    <w:rsid w:val="00BE59A7"/>
    <w:rsid w:val="00CA5298"/>
    <w:rsid w:val="00E17EC2"/>
    <w:rsid w:val="00E3632C"/>
    <w:rsid w:val="00EC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 [1303]"/>
    </o:shapedefaults>
    <o:shapelayout v:ext="edit">
      <o:idmap v:ext="edit" data="1"/>
    </o:shapelayout>
  </w:shapeDefaults>
  <w:decimalSymbol w:val="."/>
  <w:listSeparator w:val=","/>
  <w14:docId w14:val="4AF31F7A"/>
  <w15:chartTrackingRefBased/>
  <w15:docId w15:val="{9932521D-10B2-4F95-B8F7-B0644212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205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298"/>
  </w:style>
  <w:style w:type="paragraph" w:styleId="Footer">
    <w:name w:val="footer"/>
    <w:basedOn w:val="Normal"/>
    <w:link w:val="FooterChar"/>
    <w:uiPriority w:val="99"/>
    <w:unhideWhenUsed/>
    <w:rsid w:val="00CA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298"/>
  </w:style>
  <w:style w:type="character" w:styleId="CommentReference">
    <w:name w:val="annotation reference"/>
    <w:basedOn w:val="DefaultParagraphFont"/>
    <w:uiPriority w:val="99"/>
    <w:semiHidden/>
    <w:unhideWhenUsed/>
    <w:rsid w:val="00CA5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2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2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file:///\\usfnas26\RedirectedFolders\mimiller\Downloads\dearboss1_smal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DLzxrzFCyO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Ice</a:t>
            </a:r>
            <a:r>
              <a:rPr lang="en-US" baseline="0"/>
              <a:t> Cream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Chocolate </c:v>
                </c:pt>
                <c:pt idx="1">
                  <c:v>Vanilla</c:v>
                </c:pt>
                <c:pt idx="2">
                  <c:v>Stawberry</c:v>
                </c:pt>
                <c:pt idx="3">
                  <c:v>Cherry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99861096"/>
        <c:axId val="399862272"/>
      </c:barChart>
      <c:catAx>
        <c:axId val="399861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9862272"/>
        <c:auto val="1"/>
        <c:lblAlgn val="ctr"/>
        <c:lblOffset val="100"/>
        <c:noMultiLvlLbl val="0"/>
      </c:catAx>
      <c:valAx>
        <c:axId val="399862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9861096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4AC63E-3633-4627-942A-4754303CC4B0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97A0-FFF0-446A-8138-8BF271FD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6D828AB4</Template>
  <TotalTime>0</TotalTime>
  <Pages>3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Arlys Peterson</dc:creator>
  <cp:keywords/>
  <dc:description/>
  <cp:lastModifiedBy>Mikayla Miller</cp:lastModifiedBy>
  <cp:revision>2</cp:revision>
  <cp:lastPrinted>2014-10-08T20:25:00Z</cp:lastPrinted>
  <dcterms:created xsi:type="dcterms:W3CDTF">2018-03-01T19:30:00Z</dcterms:created>
  <dcterms:modified xsi:type="dcterms:W3CDTF">2018-03-01T19:30:00Z</dcterms:modified>
</cp:coreProperties>
</file>